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924DE6">
            <w:pPr>
              <w:pStyle w:val="CUSTOMBoldColumnHeading"/>
            </w:pPr>
            <w:r>
              <w:t xml:space="preserve">Assessed by: </w:t>
            </w:r>
            <w:r w:rsidR="00025B18">
              <w:t>Daniel Sims CVS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A210D" w:rsidP="00924DE6">
            <w:pPr>
              <w:pStyle w:val="CUSTOMHeaderText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>
                      <wp:simplePos x="0" y="0"/>
                      <wp:positionH relativeFrom="page">
                        <wp:posOffset>2283460</wp:posOffset>
                      </wp:positionH>
                      <wp:positionV relativeFrom="page">
                        <wp:posOffset>2639695</wp:posOffset>
                      </wp:positionV>
                      <wp:extent cx="1948180" cy="102235"/>
                      <wp:effectExtent l="0" t="1270" r="0" b="1905"/>
                      <wp:wrapNone/>
                      <wp:docPr id="26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818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5B18" w:rsidRPr="00F835DA" w:rsidRDefault="00025B18" w:rsidP="000E0352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179.8pt;margin-top:207.85pt;width:153.4pt;height:8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" filled="f" stroked="f" strokeweight=".5pt">
                      <v:textbox style="mso-fit-shape-to-text:t" inset="0,0,0,0">
                        <w:txbxContent>
                          <w:p w:rsidR="000E0352" w:rsidRPr="00F835DA" w:rsidRDefault="000E0352" w:rsidP="000E0352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813362">
              <w:t>Name:</w:t>
            </w:r>
            <w:r w:rsidR="00596D0F">
              <w:t xml:space="preserve"> </w:t>
            </w:r>
            <w:r w:rsidR="00025B18" w:rsidRPr="00025B18">
              <w:t>MATHIYALAKAN, SIVASUBRAMANIYAM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Hospital No:</w:t>
            </w:r>
            <w:r w:rsidR="00596D0F">
              <w:t xml:space="preserve"> </w:t>
            </w:r>
            <w:r w:rsidR="00025B18" w:rsidRPr="00025B18">
              <w:t>401306039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025B18">
              <w:t>25/06/2019</w:t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025B18" w:rsidRPr="00025B18">
              <w:t>07/06/1971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F61395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025B18" w:rsidRPr="00025B18">
              <w:t>6363317851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025B18">
              <w:t>IP</w:t>
            </w:r>
          </w:p>
        </w:tc>
      </w:tr>
      <w:tr w:rsidR="00A9651D" w:rsidTr="00025B1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056CC9">
            <w:pPr>
              <w:pStyle w:val="CUSTOMHeaderText"/>
            </w:pPr>
            <w:r>
              <w:t xml:space="preserve">Referrer: </w:t>
            </w:r>
            <w:r w:rsidR="00056CC9">
              <w:t xml:space="preserve">Mr. </w:t>
            </w:r>
            <w:proofErr w:type="spellStart"/>
            <w:r w:rsidR="00056CC9">
              <w:t>Saha</w:t>
            </w:r>
            <w:proofErr w:type="spellEnd"/>
            <w:r w:rsidR="00056CC9">
              <w:t xml:space="preserve">, </w:t>
            </w:r>
            <w:proofErr w:type="spellStart"/>
            <w:r w:rsidR="00056CC9">
              <w:t>Prakesh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Hospital Site: </w:t>
            </w:r>
            <w:r w:rsidR="00056CC9">
              <w:t>QEH</w:t>
            </w:r>
          </w:p>
        </w:tc>
      </w:tr>
      <w:tr w:rsidR="00A9651D" w:rsidTr="00025B18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Clinical Indications: </w:t>
            </w:r>
            <w:proofErr w:type="spellStart"/>
            <w:r w:rsidR="00056CC9" w:rsidRPr="00056CC9">
              <w:t>Haemosiderri</w:t>
            </w:r>
            <w:proofErr w:type="spellEnd"/>
            <w:r w:rsidR="00056CC9" w:rsidRPr="00056CC9">
              <w:t xml:space="preserve"> </w:t>
            </w:r>
            <w:proofErr w:type="spellStart"/>
            <w:r w:rsidR="00056CC9" w:rsidRPr="00056CC9">
              <w:t>depositis</w:t>
            </w:r>
            <w:proofErr w:type="spellEnd"/>
            <w:r w:rsidR="00056CC9" w:rsidRPr="00056CC9">
              <w:t xml:space="preserve"> </w:t>
            </w:r>
            <w:proofErr w:type="spellStart"/>
            <w:r w:rsidR="00056CC9" w:rsidRPr="00056CC9">
              <w:t>noed</w:t>
            </w:r>
            <w:proofErr w:type="spellEnd"/>
            <w:r w:rsidR="00056CC9" w:rsidRPr="00056CC9">
              <w:t xml:space="preserve">. ? </w:t>
            </w:r>
            <w:proofErr w:type="gramStart"/>
            <w:r w:rsidR="00056CC9" w:rsidRPr="00056CC9">
              <w:t>venous</w:t>
            </w:r>
            <w:proofErr w:type="gramEnd"/>
            <w:r w:rsidR="00056CC9" w:rsidRPr="00056CC9">
              <w:t xml:space="preserve"> aetiology Patient reviewed by vascular consultant Mr </w:t>
            </w:r>
            <w:proofErr w:type="spellStart"/>
            <w:r w:rsidR="00056CC9" w:rsidRPr="00056CC9">
              <w:t>Saha</w:t>
            </w:r>
            <w:proofErr w:type="spellEnd"/>
            <w:r w:rsidR="00056CC9" w:rsidRPr="00056CC9">
              <w:t xml:space="preserve"> who has asked for venous duplex if the right lower leg.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1817A5" w:rsidP="008A210D">
            <w:pPr>
              <w:pStyle w:val="CUSTOMBoldColumnHeading"/>
            </w:pPr>
            <w:r>
              <w:t>Right</w:t>
            </w:r>
            <w:r w:rsidR="008A210D">
              <w:t xml:space="preserve"> Lower Limb </w:t>
            </w:r>
            <w:r w:rsidR="009B724B">
              <w:t>Venous I</w:t>
            </w:r>
            <w:r w:rsidR="00A078E6">
              <w:t>nsufficiency scan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06143F" w:rsidP="00DC01AB">
            <w:pPr>
              <w:pStyle w:val="CUSTOMNormal"/>
            </w:pPr>
            <w:bookmarkStart w:id="0" w:name="_GoBack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1822425</wp:posOffset>
                      </wp:positionH>
                      <wp:positionV relativeFrom="paragraph">
                        <wp:posOffset>3983812</wp:posOffset>
                      </wp:positionV>
                      <wp:extent cx="29260" cy="87783"/>
                      <wp:effectExtent l="0" t="0" r="27940" b="26670"/>
                      <wp:wrapNone/>
                      <wp:docPr id="30" name="Freeform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60" cy="87783"/>
                              </a:xfrm>
                              <a:custGeom>
                                <a:avLst/>
                                <a:gdLst>
                                  <a:gd name="connsiteX0" fmla="*/ 29260 w 29260"/>
                                  <a:gd name="connsiteY0" fmla="*/ 0 h 87783"/>
                                  <a:gd name="connsiteX1" fmla="*/ 7315 w 29260"/>
                                  <a:gd name="connsiteY1" fmla="*/ 36576 h 87783"/>
                                  <a:gd name="connsiteX2" fmla="*/ 0 w 29260"/>
                                  <a:gd name="connsiteY2" fmla="*/ 87783 h 877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260" h="87783">
                                    <a:moveTo>
                                      <a:pt x="29260" y="0"/>
                                    </a:moveTo>
                                    <a:cubicBezTo>
                                      <a:pt x="21945" y="12192"/>
                                      <a:pt x="11811" y="23087"/>
                                      <a:pt x="7315" y="36576"/>
                                    </a:cubicBezTo>
                                    <a:cubicBezTo>
                                      <a:pt x="1863" y="52934"/>
                                      <a:pt x="0" y="87783"/>
                                      <a:pt x="0" y="87783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0" o:spid="_x0000_s1026" style="position:absolute;margin-left:143.5pt;margin-top:313.7pt;width:2.3pt;height:6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260,87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" path="m29260,c21945,12192,11811,23087,7315,36576,1863,52934,,87783,,87783e" filled="f" strokecolor="#1f4d78 [1604]" strokeweight="1pt">
                      <v:stroke joinstyle="miter"/>
                      <v:path arrowok="t" o:connecttype="custom" o:connectlocs="29260,0;7315,36576;0,87783" o:connectangles="0,0,0"/>
                    </v:shape>
                  </w:pict>
                </mc:Fallback>
              </mc:AlternateContent>
            </w:r>
            <w:bookmarkEnd w:id="0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1851685</wp:posOffset>
                      </wp:positionH>
                      <wp:positionV relativeFrom="paragraph">
                        <wp:posOffset>3932606</wp:posOffset>
                      </wp:positionV>
                      <wp:extent cx="0" cy="0"/>
                      <wp:effectExtent l="0" t="0" r="0" b="0"/>
                      <wp:wrapNone/>
                      <wp:docPr id="29" name="Freefor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connsiteX0" fmla="*/ 0 w 0"/>
                                  <a:gd name="connsiteY0" fmla="*/ 0 h 0"/>
                                  <a:gd name="connsiteX1" fmla="*/ 0 w 0"/>
                                  <a:gd name="connsiteY1" fmla="*/ 0 h 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polyline id="Freeform 2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points="145.8pt,309.65pt,145.8pt,309.6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" filled="f" strokecolor="#1f4d78 [1604]" strokeweight="1pt">
                      <v:stroke joinstyle="miter"/>
                      <v:path arrowok="t" o:connecttype="custom" o:connectlocs="0,0;0,0" o:connectangles="0,0"/>
                    </v:polyline>
                  </w:pict>
                </mc:Fallback>
              </mc:AlternateContent>
            </w:r>
            <w:r w:rsidR="008F3A8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1829248</wp:posOffset>
                      </wp:positionH>
                      <wp:positionV relativeFrom="paragraph">
                        <wp:posOffset>1956463</wp:posOffset>
                      </wp:positionV>
                      <wp:extent cx="62805" cy="2737410"/>
                      <wp:effectExtent l="0" t="0" r="13970" b="25400"/>
                      <wp:wrapNone/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05" cy="2737410"/>
                              </a:xfrm>
                              <a:custGeom>
                                <a:avLst/>
                                <a:gdLst>
                                  <a:gd name="connsiteX0" fmla="*/ 492 w 62805"/>
                                  <a:gd name="connsiteY0" fmla="*/ 1039 h 2737410"/>
                                  <a:gd name="connsiteX1" fmla="*/ 29753 w 62805"/>
                                  <a:gd name="connsiteY1" fmla="*/ 1156840 h 2737410"/>
                                  <a:gd name="connsiteX2" fmla="*/ 7807 w 62805"/>
                                  <a:gd name="connsiteY2" fmla="*/ 1434818 h 2737410"/>
                                  <a:gd name="connsiteX3" fmla="*/ 44383 w 62805"/>
                                  <a:gd name="connsiteY3" fmla="*/ 2334588 h 2737410"/>
                                  <a:gd name="connsiteX4" fmla="*/ 7807 w 62805"/>
                                  <a:gd name="connsiteY4" fmla="*/ 2729608 h 2737410"/>
                                  <a:gd name="connsiteX5" fmla="*/ 59013 w 62805"/>
                                  <a:gd name="connsiteY5" fmla="*/ 2012719 h 2737410"/>
                                  <a:gd name="connsiteX6" fmla="*/ 59013 w 62805"/>
                                  <a:gd name="connsiteY6" fmla="*/ 1376296 h 2737410"/>
                                  <a:gd name="connsiteX7" fmla="*/ 59013 w 62805"/>
                                  <a:gd name="connsiteY7" fmla="*/ 959330 h 2737410"/>
                                  <a:gd name="connsiteX8" fmla="*/ 492 w 62805"/>
                                  <a:gd name="connsiteY8" fmla="*/ 1039 h 27374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2805" h="2737410">
                                    <a:moveTo>
                                      <a:pt x="492" y="1039"/>
                                    </a:moveTo>
                                    <a:cubicBezTo>
                                      <a:pt x="-4385" y="33957"/>
                                      <a:pt x="28534" y="917877"/>
                                      <a:pt x="29753" y="1156840"/>
                                    </a:cubicBezTo>
                                    <a:cubicBezTo>
                                      <a:pt x="30972" y="1395803"/>
                                      <a:pt x="5369" y="1238527"/>
                                      <a:pt x="7807" y="1434818"/>
                                    </a:cubicBezTo>
                                    <a:cubicBezTo>
                                      <a:pt x="10245" y="1631109"/>
                                      <a:pt x="44383" y="2118790"/>
                                      <a:pt x="44383" y="2334588"/>
                                    </a:cubicBezTo>
                                    <a:cubicBezTo>
                                      <a:pt x="44383" y="2550386"/>
                                      <a:pt x="5369" y="2783253"/>
                                      <a:pt x="7807" y="2729608"/>
                                    </a:cubicBezTo>
                                    <a:cubicBezTo>
                                      <a:pt x="10245" y="2675963"/>
                                      <a:pt x="50479" y="2238271"/>
                                      <a:pt x="59013" y="2012719"/>
                                    </a:cubicBezTo>
                                    <a:cubicBezTo>
                                      <a:pt x="67547" y="1787167"/>
                                      <a:pt x="59013" y="1376296"/>
                                      <a:pt x="59013" y="1376296"/>
                                    </a:cubicBezTo>
                                    <a:cubicBezTo>
                                      <a:pt x="59013" y="1200731"/>
                                      <a:pt x="65109" y="1192197"/>
                                      <a:pt x="59013" y="959330"/>
                                    </a:cubicBezTo>
                                    <a:cubicBezTo>
                                      <a:pt x="52917" y="726463"/>
                                      <a:pt x="5369" y="-31879"/>
                                      <a:pt x="492" y="10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" o:spid="_x0000_s1026" style="position:absolute;margin-left:144.05pt;margin-top:154.05pt;width:4.95pt;height:21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805,2737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" path="m492,1039c-4385,33957,28534,917877,29753,1156840v1219,238963,-24384,81687,-21946,277978c10245,1631109,44383,2118790,44383,2334588v,215798,-39014,448665,-36576,395020c10245,2675963,50479,2238271,59013,2012719v8534,-225552,,-636423,,-636423c59013,1200731,65109,1192197,59013,959330,52917,726463,5369,-31879,492,1039xe" fillcolor="red" strokecolor="red" strokeweight="1pt">
                      <v:stroke joinstyle="miter"/>
                      <v:path arrowok="t" o:connecttype="custom" o:connectlocs="492,1039;29753,1156840;7807,1434818;44383,2334588;7807,2729608;59013,2012719;59013,1376296;59013,959330;492,1039" o:connectangles="0,0,0,0,0,0,0,0,0"/>
                    </v:shape>
                  </w:pict>
                </mc:Fallback>
              </mc:AlternateContent>
            </w:r>
            <w:r w:rsidR="00056CC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5E09DF" wp14:editId="29AD94DE">
                      <wp:simplePos x="0" y="0"/>
                      <wp:positionH relativeFrom="column">
                        <wp:posOffset>1829968</wp:posOffset>
                      </wp:positionH>
                      <wp:positionV relativeFrom="paragraph">
                        <wp:posOffset>1891665</wp:posOffset>
                      </wp:positionV>
                      <wp:extent cx="0" cy="21946"/>
                      <wp:effectExtent l="95250" t="76200" r="114300" b="5461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94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44.1pt;margin-top:148.95pt;width:0;height: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056CC9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8EB7BA" wp14:editId="0F2B41E6">
                      <wp:simplePos x="0" y="0"/>
                      <wp:positionH relativeFrom="column">
                        <wp:posOffset>1734642</wp:posOffset>
                      </wp:positionH>
                      <wp:positionV relativeFrom="paragraph">
                        <wp:posOffset>1833143</wp:posOffset>
                      </wp:positionV>
                      <wp:extent cx="153619" cy="3043124"/>
                      <wp:effectExtent l="19050" t="0" r="37465" b="2413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19" cy="3043124"/>
                              </a:xfrm>
                              <a:custGeom>
                                <a:avLst/>
                                <a:gdLst>
                                  <a:gd name="connsiteX0" fmla="*/ 95098 w 153619"/>
                                  <a:gd name="connsiteY0" fmla="*/ 0 h 3043124"/>
                                  <a:gd name="connsiteX1" fmla="*/ 58522 w 153619"/>
                                  <a:gd name="connsiteY1" fmla="*/ 7316 h 3043124"/>
                                  <a:gd name="connsiteX2" fmla="*/ 36576 w 153619"/>
                                  <a:gd name="connsiteY2" fmla="*/ 14631 h 3043124"/>
                                  <a:gd name="connsiteX3" fmla="*/ 21946 w 153619"/>
                                  <a:gd name="connsiteY3" fmla="*/ 58522 h 3043124"/>
                                  <a:gd name="connsiteX4" fmla="*/ 14631 w 153619"/>
                                  <a:gd name="connsiteY4" fmla="*/ 80468 h 3043124"/>
                                  <a:gd name="connsiteX5" fmla="*/ 21946 w 153619"/>
                                  <a:gd name="connsiteY5" fmla="*/ 124359 h 3043124"/>
                                  <a:gd name="connsiteX6" fmla="*/ 21946 w 153619"/>
                                  <a:gd name="connsiteY6" fmla="*/ 234087 h 3043124"/>
                                  <a:gd name="connsiteX7" fmla="*/ 36576 w 153619"/>
                                  <a:gd name="connsiteY7" fmla="*/ 256032 h 3043124"/>
                                  <a:gd name="connsiteX8" fmla="*/ 43891 w 153619"/>
                                  <a:gd name="connsiteY8" fmla="*/ 277978 h 3043124"/>
                                  <a:gd name="connsiteX9" fmla="*/ 36576 w 153619"/>
                                  <a:gd name="connsiteY9" fmla="*/ 299924 h 3043124"/>
                                  <a:gd name="connsiteX10" fmla="*/ 29261 w 153619"/>
                                  <a:gd name="connsiteY10" fmla="*/ 343815 h 3043124"/>
                                  <a:gd name="connsiteX11" fmla="*/ 21946 w 153619"/>
                                  <a:gd name="connsiteY11" fmla="*/ 373076 h 3043124"/>
                                  <a:gd name="connsiteX12" fmla="*/ 29261 w 153619"/>
                                  <a:gd name="connsiteY12" fmla="*/ 643738 h 3043124"/>
                                  <a:gd name="connsiteX13" fmla="*/ 36576 w 153619"/>
                                  <a:gd name="connsiteY13" fmla="*/ 665684 h 3043124"/>
                                  <a:gd name="connsiteX14" fmla="*/ 51207 w 153619"/>
                                  <a:gd name="connsiteY14" fmla="*/ 687629 h 3043124"/>
                                  <a:gd name="connsiteX15" fmla="*/ 51207 w 153619"/>
                                  <a:gd name="connsiteY15" fmla="*/ 746151 h 3043124"/>
                                  <a:gd name="connsiteX16" fmla="*/ 36576 w 153619"/>
                                  <a:gd name="connsiteY16" fmla="*/ 760781 h 3043124"/>
                                  <a:gd name="connsiteX17" fmla="*/ 7315 w 153619"/>
                                  <a:gd name="connsiteY17" fmla="*/ 804672 h 3043124"/>
                                  <a:gd name="connsiteX18" fmla="*/ 0 w 153619"/>
                                  <a:gd name="connsiteY18" fmla="*/ 826618 h 3043124"/>
                                  <a:gd name="connsiteX19" fmla="*/ 36576 w 153619"/>
                                  <a:gd name="connsiteY19" fmla="*/ 914400 h 3043124"/>
                                  <a:gd name="connsiteX20" fmla="*/ 51207 w 153619"/>
                                  <a:gd name="connsiteY20" fmla="*/ 936346 h 3043124"/>
                                  <a:gd name="connsiteX21" fmla="*/ 51207 w 153619"/>
                                  <a:gd name="connsiteY21" fmla="*/ 1016813 h 3043124"/>
                                  <a:gd name="connsiteX22" fmla="*/ 36576 w 153619"/>
                                  <a:gd name="connsiteY22" fmla="*/ 1060704 h 3043124"/>
                                  <a:gd name="connsiteX23" fmla="*/ 51207 w 153619"/>
                                  <a:gd name="connsiteY23" fmla="*/ 1111911 h 3043124"/>
                                  <a:gd name="connsiteX24" fmla="*/ 36576 w 153619"/>
                                  <a:gd name="connsiteY24" fmla="*/ 1170432 h 3043124"/>
                                  <a:gd name="connsiteX25" fmla="*/ 0 w 153619"/>
                                  <a:gd name="connsiteY25" fmla="*/ 1214324 h 3043124"/>
                                  <a:gd name="connsiteX26" fmla="*/ 14631 w 153619"/>
                                  <a:gd name="connsiteY26" fmla="*/ 1228954 h 3043124"/>
                                  <a:gd name="connsiteX27" fmla="*/ 29261 w 153619"/>
                                  <a:gd name="connsiteY27" fmla="*/ 1258215 h 3043124"/>
                                  <a:gd name="connsiteX28" fmla="*/ 43891 w 153619"/>
                                  <a:gd name="connsiteY28" fmla="*/ 1280160 h 3043124"/>
                                  <a:gd name="connsiteX29" fmla="*/ 36576 w 153619"/>
                                  <a:gd name="connsiteY29" fmla="*/ 1353312 h 3043124"/>
                                  <a:gd name="connsiteX30" fmla="*/ 51207 w 153619"/>
                                  <a:gd name="connsiteY30" fmla="*/ 1411834 h 3043124"/>
                                  <a:gd name="connsiteX31" fmla="*/ 29261 w 153619"/>
                                  <a:gd name="connsiteY31" fmla="*/ 1499616 h 3043124"/>
                                  <a:gd name="connsiteX32" fmla="*/ 21946 w 153619"/>
                                  <a:gd name="connsiteY32" fmla="*/ 1521562 h 3043124"/>
                                  <a:gd name="connsiteX33" fmla="*/ 36576 w 153619"/>
                                  <a:gd name="connsiteY33" fmla="*/ 1543508 h 3043124"/>
                                  <a:gd name="connsiteX34" fmla="*/ 51207 w 153619"/>
                                  <a:gd name="connsiteY34" fmla="*/ 1594714 h 3043124"/>
                                  <a:gd name="connsiteX35" fmla="*/ 65837 w 153619"/>
                                  <a:gd name="connsiteY35" fmla="*/ 1638605 h 3043124"/>
                                  <a:gd name="connsiteX36" fmla="*/ 73152 w 153619"/>
                                  <a:gd name="connsiteY36" fmla="*/ 1660551 h 3043124"/>
                                  <a:gd name="connsiteX37" fmla="*/ 65837 w 153619"/>
                                  <a:gd name="connsiteY37" fmla="*/ 1682496 h 3043124"/>
                                  <a:gd name="connsiteX38" fmla="*/ 87783 w 153619"/>
                                  <a:gd name="connsiteY38" fmla="*/ 1770279 h 3043124"/>
                                  <a:gd name="connsiteX39" fmla="*/ 102413 w 153619"/>
                                  <a:gd name="connsiteY39" fmla="*/ 1836116 h 3043124"/>
                                  <a:gd name="connsiteX40" fmla="*/ 124359 w 153619"/>
                                  <a:gd name="connsiteY40" fmla="*/ 1850746 h 3043124"/>
                                  <a:gd name="connsiteX41" fmla="*/ 131674 w 153619"/>
                                  <a:gd name="connsiteY41" fmla="*/ 1880007 h 3043124"/>
                                  <a:gd name="connsiteX42" fmla="*/ 146304 w 153619"/>
                                  <a:gd name="connsiteY42" fmla="*/ 1901952 h 3043124"/>
                                  <a:gd name="connsiteX43" fmla="*/ 153619 w 153619"/>
                                  <a:gd name="connsiteY43" fmla="*/ 1923898 h 3043124"/>
                                  <a:gd name="connsiteX44" fmla="*/ 138989 w 153619"/>
                                  <a:gd name="connsiteY44" fmla="*/ 1945844 h 3043124"/>
                                  <a:gd name="connsiteX45" fmla="*/ 131674 w 153619"/>
                                  <a:gd name="connsiteY45" fmla="*/ 1967789 h 3043124"/>
                                  <a:gd name="connsiteX46" fmla="*/ 124359 w 153619"/>
                                  <a:gd name="connsiteY46" fmla="*/ 2128724 h 3043124"/>
                                  <a:gd name="connsiteX47" fmla="*/ 109728 w 153619"/>
                                  <a:gd name="connsiteY47" fmla="*/ 2223821 h 3043124"/>
                                  <a:gd name="connsiteX48" fmla="*/ 117043 w 153619"/>
                                  <a:gd name="connsiteY48" fmla="*/ 2275028 h 3043124"/>
                                  <a:gd name="connsiteX49" fmla="*/ 124359 w 153619"/>
                                  <a:gd name="connsiteY49" fmla="*/ 2311604 h 3043124"/>
                                  <a:gd name="connsiteX50" fmla="*/ 131674 w 153619"/>
                                  <a:gd name="connsiteY50" fmla="*/ 2370125 h 3043124"/>
                                  <a:gd name="connsiteX51" fmla="*/ 124359 w 153619"/>
                                  <a:gd name="connsiteY51" fmla="*/ 2472538 h 3043124"/>
                                  <a:gd name="connsiteX52" fmla="*/ 117043 w 153619"/>
                                  <a:gd name="connsiteY52" fmla="*/ 2596896 h 3043124"/>
                                  <a:gd name="connsiteX53" fmla="*/ 102413 w 153619"/>
                                  <a:gd name="connsiteY53" fmla="*/ 2648103 h 3043124"/>
                                  <a:gd name="connsiteX54" fmla="*/ 87783 w 153619"/>
                                  <a:gd name="connsiteY54" fmla="*/ 2706624 h 3043124"/>
                                  <a:gd name="connsiteX55" fmla="*/ 80467 w 153619"/>
                                  <a:gd name="connsiteY55" fmla="*/ 3043124 h 3043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</a:cxnLst>
                                <a:rect l="l" t="t" r="r" b="b"/>
                                <a:pathLst>
                                  <a:path w="153619" h="3043124">
                                    <a:moveTo>
                                      <a:pt x="95098" y="0"/>
                                    </a:moveTo>
                                    <a:cubicBezTo>
                                      <a:pt x="82906" y="2439"/>
                                      <a:pt x="70584" y="4300"/>
                                      <a:pt x="58522" y="7316"/>
                                    </a:cubicBezTo>
                                    <a:cubicBezTo>
                                      <a:pt x="51041" y="9186"/>
                                      <a:pt x="41058" y="8356"/>
                                      <a:pt x="36576" y="14631"/>
                                    </a:cubicBezTo>
                                    <a:cubicBezTo>
                                      <a:pt x="27612" y="27180"/>
                                      <a:pt x="26823" y="43892"/>
                                      <a:pt x="21946" y="58522"/>
                                    </a:cubicBezTo>
                                    <a:lnTo>
                                      <a:pt x="14631" y="80468"/>
                                    </a:lnTo>
                                    <a:cubicBezTo>
                                      <a:pt x="17069" y="95098"/>
                                      <a:pt x="21946" y="109527"/>
                                      <a:pt x="21946" y="124359"/>
                                    </a:cubicBezTo>
                                    <a:cubicBezTo>
                                      <a:pt x="21946" y="176945"/>
                                      <a:pt x="5486" y="190193"/>
                                      <a:pt x="21946" y="234087"/>
                                    </a:cubicBezTo>
                                    <a:cubicBezTo>
                                      <a:pt x="25033" y="242319"/>
                                      <a:pt x="31699" y="248717"/>
                                      <a:pt x="36576" y="256032"/>
                                    </a:cubicBezTo>
                                    <a:cubicBezTo>
                                      <a:pt x="39014" y="263347"/>
                                      <a:pt x="43891" y="270267"/>
                                      <a:pt x="43891" y="277978"/>
                                    </a:cubicBezTo>
                                    <a:cubicBezTo>
                                      <a:pt x="43891" y="285689"/>
                                      <a:pt x="38249" y="292397"/>
                                      <a:pt x="36576" y="299924"/>
                                    </a:cubicBezTo>
                                    <a:cubicBezTo>
                                      <a:pt x="33359" y="314403"/>
                                      <a:pt x="32170" y="329271"/>
                                      <a:pt x="29261" y="343815"/>
                                    </a:cubicBezTo>
                                    <a:cubicBezTo>
                                      <a:pt x="27289" y="353674"/>
                                      <a:pt x="24384" y="363322"/>
                                      <a:pt x="21946" y="373076"/>
                                    </a:cubicBezTo>
                                    <a:cubicBezTo>
                                      <a:pt x="24384" y="463297"/>
                                      <a:pt x="24754" y="553597"/>
                                      <a:pt x="29261" y="643738"/>
                                    </a:cubicBezTo>
                                    <a:cubicBezTo>
                                      <a:pt x="29646" y="651439"/>
                                      <a:pt x="33127" y="658787"/>
                                      <a:pt x="36576" y="665684"/>
                                    </a:cubicBezTo>
                                    <a:cubicBezTo>
                                      <a:pt x="40508" y="673548"/>
                                      <a:pt x="46330" y="680314"/>
                                      <a:pt x="51207" y="687629"/>
                                    </a:cubicBezTo>
                                    <a:cubicBezTo>
                                      <a:pt x="59716" y="713158"/>
                                      <a:pt x="64448" y="715256"/>
                                      <a:pt x="51207" y="746151"/>
                                    </a:cubicBezTo>
                                    <a:cubicBezTo>
                                      <a:pt x="48490" y="752490"/>
                                      <a:pt x="40714" y="755264"/>
                                      <a:pt x="36576" y="760781"/>
                                    </a:cubicBezTo>
                                    <a:cubicBezTo>
                                      <a:pt x="26026" y="774848"/>
                                      <a:pt x="7315" y="804672"/>
                                      <a:pt x="7315" y="804672"/>
                                    </a:cubicBezTo>
                                    <a:cubicBezTo>
                                      <a:pt x="4877" y="811987"/>
                                      <a:pt x="0" y="818907"/>
                                      <a:pt x="0" y="826618"/>
                                    </a:cubicBezTo>
                                    <a:cubicBezTo>
                                      <a:pt x="0" y="872545"/>
                                      <a:pt x="11186" y="876316"/>
                                      <a:pt x="36576" y="914400"/>
                                    </a:cubicBezTo>
                                    <a:lnTo>
                                      <a:pt x="51207" y="936346"/>
                                    </a:lnTo>
                                    <a:cubicBezTo>
                                      <a:pt x="63328" y="972710"/>
                                      <a:pt x="63075" y="961431"/>
                                      <a:pt x="51207" y="1016813"/>
                                    </a:cubicBezTo>
                                    <a:cubicBezTo>
                                      <a:pt x="47976" y="1031892"/>
                                      <a:pt x="36576" y="1060704"/>
                                      <a:pt x="36576" y="1060704"/>
                                    </a:cubicBezTo>
                                    <a:cubicBezTo>
                                      <a:pt x="39555" y="1069642"/>
                                      <a:pt x="51819" y="1104566"/>
                                      <a:pt x="51207" y="1111911"/>
                                    </a:cubicBezTo>
                                    <a:cubicBezTo>
                                      <a:pt x="49537" y="1131949"/>
                                      <a:pt x="44310" y="1151871"/>
                                      <a:pt x="36576" y="1170432"/>
                                    </a:cubicBezTo>
                                    <a:cubicBezTo>
                                      <a:pt x="30365" y="1185339"/>
                                      <a:pt x="12010" y="1202314"/>
                                      <a:pt x="0" y="1214324"/>
                                    </a:cubicBezTo>
                                    <a:cubicBezTo>
                                      <a:pt x="4877" y="1219201"/>
                                      <a:pt x="10805" y="1223215"/>
                                      <a:pt x="14631" y="1228954"/>
                                    </a:cubicBezTo>
                                    <a:cubicBezTo>
                                      <a:pt x="20680" y="1238027"/>
                                      <a:pt x="23851" y="1248747"/>
                                      <a:pt x="29261" y="1258215"/>
                                    </a:cubicBezTo>
                                    <a:cubicBezTo>
                                      <a:pt x="33623" y="1265848"/>
                                      <a:pt x="39014" y="1272845"/>
                                      <a:pt x="43891" y="1280160"/>
                                    </a:cubicBezTo>
                                    <a:cubicBezTo>
                                      <a:pt x="41453" y="1304544"/>
                                      <a:pt x="36576" y="1328806"/>
                                      <a:pt x="36576" y="1353312"/>
                                    </a:cubicBezTo>
                                    <a:cubicBezTo>
                                      <a:pt x="36576" y="1370970"/>
                                      <a:pt x="45433" y="1394515"/>
                                      <a:pt x="51207" y="1411834"/>
                                    </a:cubicBezTo>
                                    <a:cubicBezTo>
                                      <a:pt x="41355" y="1470938"/>
                                      <a:pt x="48581" y="1441653"/>
                                      <a:pt x="29261" y="1499616"/>
                                    </a:cubicBezTo>
                                    <a:lnTo>
                                      <a:pt x="21946" y="1521562"/>
                                    </a:lnTo>
                                    <a:cubicBezTo>
                                      <a:pt x="26823" y="1528877"/>
                                      <a:pt x="32644" y="1535644"/>
                                      <a:pt x="36576" y="1543508"/>
                                    </a:cubicBezTo>
                                    <a:cubicBezTo>
                                      <a:pt x="42720" y="1555797"/>
                                      <a:pt x="47693" y="1582999"/>
                                      <a:pt x="51207" y="1594714"/>
                                    </a:cubicBezTo>
                                    <a:cubicBezTo>
                                      <a:pt x="55638" y="1609485"/>
                                      <a:pt x="60960" y="1623975"/>
                                      <a:pt x="65837" y="1638605"/>
                                    </a:cubicBezTo>
                                    <a:lnTo>
                                      <a:pt x="73152" y="1660551"/>
                                    </a:lnTo>
                                    <a:cubicBezTo>
                                      <a:pt x="70714" y="1667866"/>
                                      <a:pt x="65837" y="1674785"/>
                                      <a:pt x="65837" y="1682496"/>
                                    </a:cubicBezTo>
                                    <a:cubicBezTo>
                                      <a:pt x="65837" y="1712051"/>
                                      <a:pt x="78703" y="1743040"/>
                                      <a:pt x="87783" y="1770279"/>
                                    </a:cubicBezTo>
                                    <a:cubicBezTo>
                                      <a:pt x="88159" y="1771407"/>
                                      <a:pt x="99288" y="1831428"/>
                                      <a:pt x="102413" y="1836116"/>
                                    </a:cubicBezTo>
                                    <a:cubicBezTo>
                                      <a:pt x="107290" y="1843431"/>
                                      <a:pt x="117044" y="1845869"/>
                                      <a:pt x="124359" y="1850746"/>
                                    </a:cubicBezTo>
                                    <a:cubicBezTo>
                                      <a:pt x="126797" y="1860500"/>
                                      <a:pt x="127714" y="1870766"/>
                                      <a:pt x="131674" y="1880007"/>
                                    </a:cubicBezTo>
                                    <a:cubicBezTo>
                                      <a:pt x="135137" y="1888088"/>
                                      <a:pt x="142372" y="1894089"/>
                                      <a:pt x="146304" y="1901952"/>
                                    </a:cubicBezTo>
                                    <a:cubicBezTo>
                                      <a:pt x="149752" y="1908849"/>
                                      <a:pt x="151181" y="1916583"/>
                                      <a:pt x="153619" y="1923898"/>
                                    </a:cubicBezTo>
                                    <a:cubicBezTo>
                                      <a:pt x="148742" y="1931213"/>
                                      <a:pt x="142921" y="1937980"/>
                                      <a:pt x="138989" y="1945844"/>
                                    </a:cubicBezTo>
                                    <a:cubicBezTo>
                                      <a:pt x="135541" y="1952741"/>
                                      <a:pt x="132289" y="1960103"/>
                                      <a:pt x="131674" y="1967789"/>
                                    </a:cubicBezTo>
                                    <a:cubicBezTo>
                                      <a:pt x="127392" y="2021318"/>
                                      <a:pt x="127709" y="2075128"/>
                                      <a:pt x="124359" y="2128724"/>
                                    </a:cubicBezTo>
                                    <a:cubicBezTo>
                                      <a:pt x="120007" y="2198355"/>
                                      <a:pt x="123618" y="2182150"/>
                                      <a:pt x="109728" y="2223821"/>
                                    </a:cubicBezTo>
                                    <a:cubicBezTo>
                                      <a:pt x="112166" y="2240890"/>
                                      <a:pt x="114208" y="2258020"/>
                                      <a:pt x="117043" y="2275028"/>
                                    </a:cubicBezTo>
                                    <a:cubicBezTo>
                                      <a:pt x="119087" y="2287292"/>
                                      <a:pt x="122468" y="2299315"/>
                                      <a:pt x="124359" y="2311604"/>
                                    </a:cubicBezTo>
                                    <a:cubicBezTo>
                                      <a:pt x="127348" y="2331034"/>
                                      <a:pt x="129236" y="2350618"/>
                                      <a:pt x="131674" y="2370125"/>
                                    </a:cubicBezTo>
                                    <a:cubicBezTo>
                                      <a:pt x="129236" y="2404263"/>
                                      <a:pt x="126563" y="2438384"/>
                                      <a:pt x="124359" y="2472538"/>
                                    </a:cubicBezTo>
                                    <a:cubicBezTo>
                                      <a:pt x="121685" y="2513976"/>
                                      <a:pt x="120980" y="2555559"/>
                                      <a:pt x="117043" y="2596896"/>
                                    </a:cubicBezTo>
                                    <a:cubicBezTo>
                                      <a:pt x="114938" y="2619000"/>
                                      <a:pt x="107477" y="2627846"/>
                                      <a:pt x="102413" y="2648103"/>
                                    </a:cubicBezTo>
                                    <a:lnTo>
                                      <a:pt x="87783" y="2706624"/>
                                    </a:lnTo>
                                    <a:cubicBezTo>
                                      <a:pt x="78420" y="2940670"/>
                                      <a:pt x="80467" y="2828495"/>
                                      <a:pt x="80467" y="3043124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" o:spid="_x0000_s1026" style="position:absolute;margin-left:136.6pt;margin-top:144.35pt;width:12.1pt;height:23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619,3043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" path="m95098,c82906,2439,70584,4300,58522,7316,51041,9186,41058,8356,36576,14631,27612,27180,26823,43892,21946,58522l14631,80468v2438,14630,7315,29059,7315,43891c21946,176945,5486,190193,21946,234087v3087,8232,9753,14630,14630,21945c39014,263347,43891,270267,43891,277978v,7711,-5642,14419,-7315,21946c33359,314403,32170,329271,29261,343815v-1972,9859,-4877,19507,-7315,29261c24384,463297,24754,553597,29261,643738v385,7701,3866,15049,7315,21946c40508,673548,46330,680314,51207,687629v8509,25529,13241,27627,,58522c48490,752490,40714,755264,36576,760781,26026,774848,7315,804672,7315,804672,4877,811987,,818907,,826618v,45927,11186,49698,36576,87782l51207,936346v12121,36364,11868,25085,,80467c47976,1031892,36576,1060704,36576,1060704v2979,8938,15243,43862,14631,51207c49537,1131949,44310,1151871,36576,1170432,30365,1185339,12010,1202314,,1214324v4877,4877,10805,8891,14631,14630c20680,1238027,23851,1248747,29261,1258215v4362,7633,9753,14630,14630,21945c41453,1304544,36576,1328806,36576,1353312v,17658,8857,41203,14631,58522c41355,1470938,48581,1441653,29261,1499616r-7315,21946c26823,1528877,32644,1535644,36576,1543508v6144,12289,11117,39491,14631,51206c55638,1609485,60960,1623975,65837,1638605r7315,21946c70714,1667866,65837,1674785,65837,1682496v,29555,12866,60544,21946,87783c88159,1771407,99288,1831428,102413,1836116v4877,7315,14631,9753,21946,14630c126797,1860500,127714,1870766,131674,1880007v3463,8081,10698,14082,14630,21945c149752,1908849,151181,1916583,153619,1923898v-4877,7315,-10698,14082,-14630,21946c135541,1952741,132289,1960103,131674,1967789v-4282,53529,-3965,107339,-7315,160935c120007,2198355,123618,2182150,109728,2223821v2438,17069,4480,34199,7315,51207c119087,2287292,122468,2299315,124359,2311604v2989,19430,4877,39014,7315,58521c129236,2404263,126563,2438384,124359,2472538v-2674,41438,-3379,83021,-7316,124358c114938,2619000,107477,2627846,102413,2648103r-14630,58521c78420,2940670,80467,2828495,80467,3043124e" filled="f" strokecolor="red" strokeweight="2pt">
                      <v:stroke joinstyle="miter"/>
                      <v:path arrowok="t" o:connecttype="custom" o:connectlocs="95098,0;58522,7316;36576,14631;21946,58522;14631,80468;21946,124359;21946,234087;36576,256032;43891,277978;36576,299924;29261,343815;21946,373076;29261,643738;36576,665684;51207,687629;51207,746151;36576,760781;7315,804672;0,826618;36576,914400;51207,936346;51207,1016813;36576,1060704;51207,1111911;36576,1170432;0,1214324;14631,1228954;29261,1258215;43891,1280160;36576,1353312;51207,1411834;29261,1499616;21946,1521562;36576,1543508;51207,1594714;65837,1638605;73152,1660551;65837,1682496;87783,1770279;102413,1836116;124359,1850746;131674,1880007;146304,1901952;153619,1923898;138989,1945844;131674,1967789;124359,2128724;109728,2223821;117043,2275028;124359,2311604;131674,2370125;124359,2472538;117043,2596896;102413,2648103;87783,2706624;80467,3043124" o:connectangles="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</w:tc>
      </w:tr>
      <w:tr w:rsidR="009E0202" w:rsidTr="00847498">
        <w:trPr>
          <w:trHeight w:hRule="exact" w:val="6475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F61395" w:rsidRPr="00F61395" w:rsidRDefault="009E0202" w:rsidP="00F86C8B">
            <w:pPr>
              <w:pStyle w:val="CUSTOMBoldColumnHeading"/>
              <w:spacing w:after="60"/>
              <w:jc w:val="both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025B18" w:rsidRDefault="00025B18" w:rsidP="00025B18">
            <w:r>
              <w:t xml:space="preserve">Patient stated he couldn’t stand for exam; therefore study was performed in a seated position on the </w:t>
            </w:r>
            <w:r w:rsidR="00847498">
              <w:t xml:space="preserve">bed with leg draped over side. </w:t>
            </w:r>
          </w:p>
          <w:p w:rsidR="00025B18" w:rsidRDefault="00025B18" w:rsidP="00025B1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Right Lower extremity</w:t>
            </w:r>
          </w:p>
          <w:p w:rsidR="00025B18" w:rsidRDefault="00025B18" w:rsidP="00025B18">
            <w:r>
              <w:t xml:space="preserve">No deep venous incompetence is </w:t>
            </w:r>
            <w:proofErr w:type="gramStart"/>
            <w:r>
              <w:t>noted,</w:t>
            </w:r>
            <w:proofErr w:type="gramEnd"/>
            <w:r>
              <w:t xml:space="preserve"> however the deep thigh veins were not properly assessed d</w:t>
            </w:r>
            <w:r w:rsidR="00056CC9">
              <w:t xml:space="preserve">ue to patient seated position. </w:t>
            </w:r>
          </w:p>
          <w:p w:rsidR="00025B18" w:rsidRDefault="00025B18" w:rsidP="00025B18">
            <w:r>
              <w:t>There is a varicose vein observed arising from the GSV approximately 9cm below the groin crease. The GSV becomes very small in diameter to the proximal calf. The Varicose vein tracks medially re-joining the GSV in the proximal calf, branchin</w:t>
            </w:r>
            <w:r w:rsidR="00056CC9">
              <w:t xml:space="preserve">g and continuing to the ankle. </w:t>
            </w:r>
          </w:p>
          <w:p w:rsidR="00025B18" w:rsidRDefault="00025B18" w:rsidP="00025B18">
            <w:r>
              <w:t>An incompetent perforator is noted approximately 7</w:t>
            </w:r>
            <w:r w:rsidR="00056CC9">
              <w:t xml:space="preserve">cm above the medial malleolus. </w:t>
            </w:r>
          </w:p>
          <w:p w:rsidR="00025B18" w:rsidRDefault="00025B18" w:rsidP="00025B18">
            <w:r>
              <w:t>The GSV measures 6mm in the proximal thigh, post varices becomes small in diameter &lt;</w:t>
            </w:r>
            <w:r w:rsidR="00847498">
              <w:t xml:space="preserve">2m, to the proximal calf. </w:t>
            </w:r>
          </w:p>
          <w:p w:rsidR="00025B18" w:rsidRDefault="00847498" w:rsidP="00025B18">
            <w:r>
              <w:t xml:space="preserve">The GSV measures 2.1mm at the proximal calf, 1.1mm at the mid-calf and 3mm at the distal calf, </w:t>
            </w:r>
            <w:r w:rsidR="00025B18">
              <w:t xml:space="preserve">incompetence is noted </w:t>
            </w:r>
            <w:r>
              <w:t>to t</w:t>
            </w:r>
            <w:r w:rsidR="00025B18">
              <w:t xml:space="preserve">he ankle where the varicose veins communicate with the GSV. </w:t>
            </w:r>
            <w:bookmarkStart w:id="1" w:name="END_OF_BODY"/>
            <w:bookmarkEnd w:id="1"/>
          </w:p>
          <w:p w:rsidR="00F86C8B" w:rsidRDefault="00847498" w:rsidP="00924DE6">
            <w:pPr>
              <w:pStyle w:val="CUSTOMColumnText"/>
              <w:jc w:val="both"/>
            </w:pPr>
            <w:r>
              <w:t xml:space="preserve">Triphasic waveforms are noted in the right lower extremity at the distal tibial arteries. </w:t>
            </w:r>
          </w:p>
          <w:p w:rsidR="00847498" w:rsidRDefault="00847498" w:rsidP="00924DE6">
            <w:pPr>
              <w:pStyle w:val="CUSTOMColumnText"/>
              <w:jc w:val="both"/>
            </w:pPr>
          </w:p>
          <w:p w:rsidR="00847498" w:rsidRDefault="00847498" w:rsidP="00924DE6">
            <w:pPr>
              <w:pStyle w:val="CUSTOMColumnText"/>
              <w:jc w:val="both"/>
            </w:pPr>
            <w:r>
              <w:t xml:space="preserve">Hypereamic triphasic waveforms are noted in the left lower extremity at the distal tibial arteries. </w:t>
            </w:r>
          </w:p>
          <w:p w:rsidR="00847498" w:rsidRPr="00DC01AB" w:rsidRDefault="00847498" w:rsidP="00924DE6">
            <w:pPr>
              <w:pStyle w:val="CUSTOMColumnText"/>
              <w:jc w:val="both"/>
            </w:pPr>
          </w:p>
        </w:tc>
      </w:tr>
      <w:tr w:rsidR="009D4370" w:rsidTr="00F86C8B">
        <w:trPr>
          <w:trHeight w:hRule="exact" w:val="402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21414B" w:rsidRDefault="0021414B" w:rsidP="00025B18">
            <w:pPr>
              <w:pStyle w:val="CUSTOMBoldColumnHeading"/>
              <w:spacing w:after="60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18" w:rsidRDefault="00025B18" w:rsidP="005748E3">
      <w:pPr>
        <w:spacing w:after="0" w:line="240" w:lineRule="auto"/>
      </w:pPr>
      <w:r>
        <w:separator/>
      </w:r>
    </w:p>
  </w:endnote>
  <w:endnote w:type="continuationSeparator" w:id="0">
    <w:p w:rsidR="00025B18" w:rsidRDefault="00025B1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18" w:rsidRDefault="00025B18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9189085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5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B18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025B18" w:rsidRPr="00B8442D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8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B18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025B18" w:rsidRPr="00B8442D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1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1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B18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025B18" w:rsidRPr="00B8442D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4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2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B18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025B18" w:rsidRPr="00B8442D" w:rsidRDefault="00025B18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6" o:spid="_x0000_s1031" style="position:absolute;margin-left:168.15pt;margin-top:723.55pt;width:283.5pt;height:18.85pt;z-index:-251657216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NZoZRTiAAAADQEAAA8AAAAAAAAAAAAAAAAAmAcAAGRycy9kb3du&#10;cmV2LnhtbFBLBQYAAAAABAAEAPMAAACnCAAAAAA=&#10;">
              <v:group id="Group 62" o:spid="_x0000_s1032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3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4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5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6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7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4" o:spid="_x0000_s1038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39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40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5" o:spid="_x0000_s1041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2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3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18" w:rsidRDefault="00025B18" w:rsidP="005748E3">
      <w:pPr>
        <w:spacing w:after="0" w:line="240" w:lineRule="auto"/>
      </w:pPr>
      <w:r>
        <w:separator/>
      </w:r>
    </w:p>
  </w:footnote>
  <w:footnote w:type="continuationSeparator" w:id="0">
    <w:p w:rsidR="00025B18" w:rsidRDefault="00025B1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18" w:rsidRDefault="00025B18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9E93E4D" id="Group 84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8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5B18" w:rsidRDefault="00025B18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18" w:rsidRDefault="00025B1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>
          <wp:simplePos x="0" y="0"/>
          <wp:positionH relativeFrom="page">
            <wp:posOffset>1310640</wp:posOffset>
          </wp:positionH>
          <wp:positionV relativeFrom="page">
            <wp:posOffset>3743325</wp:posOffset>
          </wp:positionV>
          <wp:extent cx="4823460" cy="5309235"/>
          <wp:effectExtent l="0" t="0" r="0" b="5715"/>
          <wp:wrapNone/>
          <wp:docPr id="90" name="Picture 90" descr="1D VEINS OF THE LEG LEFT MEDIAL RIGHT MEDIAL BILATERAL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 descr="1D VEINS OF THE LEG LEFT MEDIAL RIGHT MEDIAL BILATERALAmend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10" b="1263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4823460" cy="5309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8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19" name="Pictur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3F1F500" id="Group 81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2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VgXDAAAA2wAAAA8AAABkcnMvZG93bnJldi54bWxEj0+LwjAQxe/CfocwC3sRTfUg3WoUd3HB&#10;k+Af9jwmY1vaTEoTa/32RhC8zfDevN+bxaq3teio9aVjBZNxAoJYO1NyruB0/BulIHxANlg7JgV3&#10;8rBafgwWmBl34z11h5CLGMI+QwVFCE0mpdcFWfRj1xBH7eJaiyGubS5Ni7cYbms5TZKZtFhyJBTY&#10;0G9BujpcbYRc+JrWw+k5rU6bn91/qrddpZX6+uzXcxCB+vA2v663Jtb/hucvcQ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9WBcMAAADbAAAADwAAAAAAAAAAAAAAAACf&#10;AgAAZHJzL2Rvd25yZXYueG1sUEsFBgAAAAAEAAQA9wAAAI8DAAAAAA==&#10;">
                <v:imagedata r:id="rId4" o:title=""/>
              </v:shape>
              <v:shape id="Picture 83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nWmbAAAAA2wAAAA8AAABkcnMvZG93bnJldi54bWxET8uKwjAU3Qv+Q7jC7DRVRKRjLDOiMrgQ&#10;rc7+0tw+aHNTm6j1781iYJaH814lvWnEgzpXWVYwnUQgiDOrKy4UXC+78RKE88gaG8uk4EUOkvVw&#10;sMJY2yef6ZH6QoQQdjEqKL1vYyldVpJBN7EtceBy2xn0AXaF1B0+Q7hp5CyKFtJgxaGhxJY2JWV1&#10;ejcK8tsuP5zOHr/38zqd/26PJ1oelfoY9V+fIDz1/l/85/7RCmZhffgSfoBc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2daZsAAAADbAAAADwAAAAAAAAAAAAAAAACfAgAA&#10;ZHJzL2Rvd25yZXYueG1sUEsFBgAAAAAEAAQA9wAAAIw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>
              <wp:simplePos x="0" y="0"/>
              <wp:positionH relativeFrom="page">
                <wp:posOffset>5009515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025B18" w:rsidRPr="005D0996" w:rsidRDefault="00025B18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Right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394.45pt;margin-top:267.6pt;width:102.05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1817A5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Right</w:t>
                    </w:r>
                    <w:r w:rsidR="00424E73">
                      <w:rPr>
                        <w:sz w:val="18"/>
                        <w:szCs w:val="18"/>
                      </w:rPr>
                      <w:t xml:space="preserve"> leg: </w:t>
                    </w:r>
                    <w:r>
                      <w:rPr>
                        <w:sz w:val="18"/>
                        <w:szCs w:val="18"/>
                      </w:rPr>
                      <w:t>Posterior</w:t>
                    </w:r>
                    <w:r w:rsidR="00424E73">
                      <w:rPr>
                        <w:sz w:val="18"/>
                        <w:szCs w:val="18"/>
                      </w:rPr>
                      <w:t xml:space="preserve">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>
              <wp:simplePos x="0" y="0"/>
              <wp:positionH relativeFrom="page">
                <wp:posOffset>1226820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6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025B18" w:rsidRPr="005D0996" w:rsidRDefault="00025B18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Right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1" o:spid="_x0000_s1029" type="#_x0000_t202" style="position:absolute;margin-left:96.6pt;margin-top:267.6pt;width:106.65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1817A5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Right</w:t>
                    </w:r>
                    <w:r w:rsidR="00424E73">
                      <w:rPr>
                        <w:sz w:val="18"/>
                        <w:szCs w:val="18"/>
                      </w:rPr>
                      <w:t xml:space="preserve"> leg: </w:t>
                    </w:r>
                    <w:r>
                      <w:rPr>
                        <w:sz w:val="18"/>
                        <w:szCs w:val="18"/>
                      </w:rPr>
                      <w:t>Anterior</w:t>
                    </w:r>
                    <w:r w:rsidR="00424E73">
                      <w:rPr>
                        <w:sz w:val="18"/>
                        <w:szCs w:val="18"/>
                      </w:rPr>
                      <w:t xml:space="preserve">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5B18" w:rsidRDefault="00025B18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" o:spid="_x0000_s1030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ksQIAALE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DK72S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D"/>
    <w:rsid w:val="00002C57"/>
    <w:rsid w:val="0002322E"/>
    <w:rsid w:val="00025B18"/>
    <w:rsid w:val="00030ECC"/>
    <w:rsid w:val="00033B0B"/>
    <w:rsid w:val="00034083"/>
    <w:rsid w:val="00056CC9"/>
    <w:rsid w:val="0006143F"/>
    <w:rsid w:val="0006170F"/>
    <w:rsid w:val="00065D76"/>
    <w:rsid w:val="00075B57"/>
    <w:rsid w:val="000B1F8C"/>
    <w:rsid w:val="000C302A"/>
    <w:rsid w:val="000D03AD"/>
    <w:rsid w:val="000D12F2"/>
    <w:rsid w:val="000D14BB"/>
    <w:rsid w:val="000E0352"/>
    <w:rsid w:val="0014708E"/>
    <w:rsid w:val="00156E8E"/>
    <w:rsid w:val="001817A5"/>
    <w:rsid w:val="00186F8F"/>
    <w:rsid w:val="00191142"/>
    <w:rsid w:val="001A7AF4"/>
    <w:rsid w:val="001C2A3A"/>
    <w:rsid w:val="001C3912"/>
    <w:rsid w:val="00201C2C"/>
    <w:rsid w:val="00210977"/>
    <w:rsid w:val="0021414B"/>
    <w:rsid w:val="00226007"/>
    <w:rsid w:val="00255B9E"/>
    <w:rsid w:val="002739C8"/>
    <w:rsid w:val="002867C0"/>
    <w:rsid w:val="002932DD"/>
    <w:rsid w:val="002C6A41"/>
    <w:rsid w:val="002D4419"/>
    <w:rsid w:val="002D5019"/>
    <w:rsid w:val="002D613D"/>
    <w:rsid w:val="002D7122"/>
    <w:rsid w:val="002E04BC"/>
    <w:rsid w:val="00303B1E"/>
    <w:rsid w:val="003234AA"/>
    <w:rsid w:val="00324212"/>
    <w:rsid w:val="00352F64"/>
    <w:rsid w:val="0036072E"/>
    <w:rsid w:val="00382C7D"/>
    <w:rsid w:val="003909B4"/>
    <w:rsid w:val="00394CF1"/>
    <w:rsid w:val="003A6622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48E3"/>
    <w:rsid w:val="00591601"/>
    <w:rsid w:val="005947E5"/>
    <w:rsid w:val="00596D0F"/>
    <w:rsid w:val="005C197D"/>
    <w:rsid w:val="005C2500"/>
    <w:rsid w:val="005C2E16"/>
    <w:rsid w:val="005D4909"/>
    <w:rsid w:val="005E594C"/>
    <w:rsid w:val="005E6673"/>
    <w:rsid w:val="00624106"/>
    <w:rsid w:val="00632733"/>
    <w:rsid w:val="00644C5F"/>
    <w:rsid w:val="00661023"/>
    <w:rsid w:val="00672D0F"/>
    <w:rsid w:val="0067732A"/>
    <w:rsid w:val="006B2888"/>
    <w:rsid w:val="006D3CE8"/>
    <w:rsid w:val="006D6A31"/>
    <w:rsid w:val="00701D82"/>
    <w:rsid w:val="007102C1"/>
    <w:rsid w:val="007112FB"/>
    <w:rsid w:val="007C361C"/>
    <w:rsid w:val="00803E28"/>
    <w:rsid w:val="00804042"/>
    <w:rsid w:val="00811182"/>
    <w:rsid w:val="00813362"/>
    <w:rsid w:val="00847498"/>
    <w:rsid w:val="00854725"/>
    <w:rsid w:val="00876A79"/>
    <w:rsid w:val="00880184"/>
    <w:rsid w:val="00893153"/>
    <w:rsid w:val="008A210D"/>
    <w:rsid w:val="008B3BF4"/>
    <w:rsid w:val="008B3C2A"/>
    <w:rsid w:val="008C3FE9"/>
    <w:rsid w:val="008C4F7F"/>
    <w:rsid w:val="008D7BD9"/>
    <w:rsid w:val="008E77CD"/>
    <w:rsid w:val="008F3A8B"/>
    <w:rsid w:val="008F4C67"/>
    <w:rsid w:val="00907CF4"/>
    <w:rsid w:val="00923531"/>
    <w:rsid w:val="00924DE6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90B05"/>
    <w:rsid w:val="00A90F95"/>
    <w:rsid w:val="00A9651D"/>
    <w:rsid w:val="00AA2AD4"/>
    <w:rsid w:val="00AA57D6"/>
    <w:rsid w:val="00AB09A7"/>
    <w:rsid w:val="00AB7058"/>
    <w:rsid w:val="00B03018"/>
    <w:rsid w:val="00B14AFB"/>
    <w:rsid w:val="00B35F22"/>
    <w:rsid w:val="00B415C1"/>
    <w:rsid w:val="00B734E8"/>
    <w:rsid w:val="00B73F68"/>
    <w:rsid w:val="00B87660"/>
    <w:rsid w:val="00BC5836"/>
    <w:rsid w:val="00C15B48"/>
    <w:rsid w:val="00C24FD1"/>
    <w:rsid w:val="00C36AA5"/>
    <w:rsid w:val="00C44E9D"/>
    <w:rsid w:val="00C64AE2"/>
    <w:rsid w:val="00C943BB"/>
    <w:rsid w:val="00CB3119"/>
    <w:rsid w:val="00D065FF"/>
    <w:rsid w:val="00D35CC3"/>
    <w:rsid w:val="00D86277"/>
    <w:rsid w:val="00D94904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61395"/>
    <w:rsid w:val="00F835DA"/>
    <w:rsid w:val="00F86C8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A177G78J\Left%20Lower%20Limb%20Venous%20Insufficiency%20scan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Normal</Template>
  <TotalTime>33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5</cp:revision>
  <cp:lastPrinted>2019-06-05T15:39:00Z</cp:lastPrinted>
  <dcterms:created xsi:type="dcterms:W3CDTF">2019-06-25T10:13:00Z</dcterms:created>
  <dcterms:modified xsi:type="dcterms:W3CDTF">2019-06-25T14:48:00Z</dcterms:modified>
</cp:coreProperties>
</file>